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6B6" w:rsidRPr="000D6C8D" w:rsidRDefault="000D6C8D" w:rsidP="000D6C8D">
      <w:pPr>
        <w:jc w:val="right"/>
        <w:rPr>
          <w:sz w:val="28"/>
          <w:szCs w:val="28"/>
        </w:rPr>
      </w:pPr>
      <w:r w:rsidRPr="000D6C8D">
        <w:rPr>
          <w:sz w:val="28"/>
          <w:szCs w:val="28"/>
        </w:rPr>
        <w:t>ПРОЕКТ</w:t>
      </w:r>
    </w:p>
    <w:p w:rsidR="00A1143D" w:rsidRPr="00583E3E" w:rsidRDefault="00A1143D" w:rsidP="00A1143D">
      <w:pPr>
        <w:jc w:val="center"/>
        <w:rPr>
          <w:b/>
          <w:sz w:val="36"/>
          <w:szCs w:val="36"/>
        </w:rPr>
      </w:pPr>
      <w:r w:rsidRPr="00583E3E">
        <w:rPr>
          <w:b/>
          <w:sz w:val="36"/>
          <w:szCs w:val="36"/>
        </w:rPr>
        <w:t>КОМИТЕТ МЕСТНОГО САМОУПРАВЛЕНИЯ</w:t>
      </w:r>
    </w:p>
    <w:p w:rsidR="00A1143D" w:rsidRPr="00583E3E" w:rsidRDefault="00E20AB3" w:rsidP="00A114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АЛЕКСЕЕВСКОГО</w:t>
      </w:r>
      <w:r w:rsidR="003413E1">
        <w:rPr>
          <w:b/>
          <w:sz w:val="36"/>
          <w:szCs w:val="36"/>
        </w:rPr>
        <w:t xml:space="preserve"> </w:t>
      </w:r>
      <w:r w:rsidR="00A1143D" w:rsidRPr="00583E3E">
        <w:rPr>
          <w:b/>
          <w:sz w:val="36"/>
          <w:szCs w:val="36"/>
        </w:rPr>
        <w:t xml:space="preserve"> СЕЛЬСОВЕТА</w:t>
      </w:r>
    </w:p>
    <w:p w:rsidR="003413E1" w:rsidRDefault="001F1219" w:rsidP="00A114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БАШМАКОВСКОГО</w:t>
      </w:r>
      <w:r w:rsidR="00A1143D" w:rsidRPr="00583E3E">
        <w:rPr>
          <w:b/>
          <w:sz w:val="36"/>
          <w:szCs w:val="36"/>
        </w:rPr>
        <w:t xml:space="preserve"> РАЙОНА ПЕНЗЕНСКОЙ ОБЛАСТИ</w:t>
      </w:r>
    </w:p>
    <w:p w:rsidR="000D6C8D" w:rsidRDefault="000D6C8D" w:rsidP="00A114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ПЕРВОГО СОЗЫВА</w:t>
      </w:r>
    </w:p>
    <w:p w:rsidR="00A1143D" w:rsidRDefault="003413E1" w:rsidP="00A1143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br/>
      </w:r>
      <w:r w:rsidR="00A1143D" w:rsidRPr="00583E3E">
        <w:rPr>
          <w:b/>
          <w:sz w:val="32"/>
          <w:szCs w:val="32"/>
        </w:rPr>
        <w:t>РЕШЕНИЕ</w:t>
      </w:r>
    </w:p>
    <w:p w:rsidR="008B36B6" w:rsidRPr="00583E3E" w:rsidRDefault="008B36B6" w:rsidP="00B74208">
      <w:pPr>
        <w:rPr>
          <w:sz w:val="32"/>
          <w:szCs w:val="32"/>
        </w:rPr>
      </w:pPr>
    </w:p>
    <w:p w:rsidR="00A1143D" w:rsidRPr="00583E3E" w:rsidRDefault="00D3348C" w:rsidP="00A1143D">
      <w:pPr>
        <w:jc w:val="center"/>
        <w:rPr>
          <w:b/>
          <w:sz w:val="28"/>
          <w:szCs w:val="28"/>
        </w:rPr>
      </w:pPr>
      <w:r w:rsidRPr="00583E3E">
        <w:rPr>
          <w:b/>
          <w:sz w:val="28"/>
          <w:szCs w:val="28"/>
        </w:rPr>
        <w:t xml:space="preserve">О внесении изменений в </w:t>
      </w:r>
      <w:r w:rsidR="00950AE9" w:rsidRPr="00950AE9">
        <w:rPr>
          <w:b/>
          <w:sz w:val="28"/>
          <w:szCs w:val="28"/>
        </w:rPr>
        <w:t>Контракт с лицом, назначаемым на должность главы администрации</w:t>
      </w:r>
      <w:r w:rsidR="00950AE9">
        <w:rPr>
          <w:b/>
          <w:sz w:val="28"/>
          <w:szCs w:val="28"/>
        </w:rPr>
        <w:t xml:space="preserve"> Алексеевского сельсовета Башмаковского района Пензенской области</w:t>
      </w:r>
    </w:p>
    <w:p w:rsidR="008D4CA5" w:rsidRPr="00583E3E" w:rsidRDefault="008D4CA5" w:rsidP="00A1143D">
      <w:pPr>
        <w:jc w:val="center"/>
        <w:rPr>
          <w:b/>
          <w:bCs/>
          <w:sz w:val="28"/>
          <w:szCs w:val="28"/>
        </w:rPr>
      </w:pPr>
    </w:p>
    <w:p w:rsidR="00A1143D" w:rsidRPr="00583E3E" w:rsidRDefault="00815E34" w:rsidP="00A1143D">
      <w:pPr>
        <w:ind w:firstLine="709"/>
        <w:jc w:val="both"/>
        <w:rPr>
          <w:sz w:val="28"/>
          <w:szCs w:val="28"/>
        </w:rPr>
      </w:pPr>
      <w:r w:rsidRPr="00583E3E">
        <w:rPr>
          <w:sz w:val="28"/>
          <w:szCs w:val="28"/>
        </w:rPr>
        <w:t xml:space="preserve">Руководствуясь Федеральным законом от 02.03.2007 № 25-ФЗ «О муниципальной службе в Российской Федерации» (с последующими изменениями), Законом Пензенской области от 10.10.2007 № 1390-ЗПО «О муниципальной службе в Пензенской области» (с последующими изменениями), </w:t>
      </w:r>
      <w:r w:rsidR="00950AE9" w:rsidRPr="00FE6D34">
        <w:rPr>
          <w:sz w:val="28"/>
          <w:szCs w:val="28"/>
        </w:rPr>
        <w:t>Закон</w:t>
      </w:r>
      <w:r w:rsidR="00950AE9" w:rsidRPr="00DD334A">
        <w:rPr>
          <w:sz w:val="28"/>
          <w:szCs w:val="28"/>
        </w:rPr>
        <w:t>ом</w:t>
      </w:r>
      <w:r w:rsidR="00950AE9" w:rsidRPr="00FE6D34">
        <w:rPr>
          <w:sz w:val="28"/>
          <w:szCs w:val="28"/>
        </w:rPr>
        <w:t xml:space="preserve"> Пензенской обл</w:t>
      </w:r>
      <w:r w:rsidR="00950AE9" w:rsidRPr="00DD334A">
        <w:rPr>
          <w:sz w:val="28"/>
          <w:szCs w:val="28"/>
        </w:rPr>
        <w:t>асти</w:t>
      </w:r>
      <w:r w:rsidR="00950AE9" w:rsidRPr="00FE6D34">
        <w:rPr>
          <w:sz w:val="28"/>
          <w:szCs w:val="28"/>
        </w:rPr>
        <w:t xml:space="preserve"> от 18.02.2021 </w:t>
      </w:r>
      <w:r w:rsidR="00950AE9" w:rsidRPr="00DD334A">
        <w:rPr>
          <w:sz w:val="28"/>
          <w:szCs w:val="28"/>
        </w:rPr>
        <w:t>№</w:t>
      </w:r>
      <w:r w:rsidR="00950AE9" w:rsidRPr="00FE6D34">
        <w:rPr>
          <w:sz w:val="28"/>
          <w:szCs w:val="28"/>
        </w:rPr>
        <w:t xml:space="preserve"> 3617-ЗПО</w:t>
      </w:r>
      <w:r w:rsidR="00950AE9" w:rsidRPr="00DD334A">
        <w:rPr>
          <w:sz w:val="28"/>
          <w:szCs w:val="28"/>
        </w:rPr>
        <w:t xml:space="preserve"> «</w:t>
      </w:r>
      <w:r w:rsidR="00950AE9" w:rsidRPr="00FE6D34">
        <w:rPr>
          <w:sz w:val="28"/>
          <w:szCs w:val="28"/>
        </w:rPr>
        <w:t>О внесении изменений в отдельные законы Пензенской области</w:t>
      </w:r>
      <w:r w:rsidR="00950AE9" w:rsidRPr="00DD334A">
        <w:rPr>
          <w:sz w:val="28"/>
          <w:szCs w:val="28"/>
        </w:rPr>
        <w:t>»</w:t>
      </w:r>
      <w:r w:rsidR="00950AE9">
        <w:rPr>
          <w:sz w:val="28"/>
          <w:szCs w:val="28"/>
        </w:rPr>
        <w:t>,</w:t>
      </w:r>
      <w:r w:rsidR="00950AE9" w:rsidRPr="00DD334A">
        <w:rPr>
          <w:sz w:val="28"/>
          <w:szCs w:val="28"/>
        </w:rPr>
        <w:t xml:space="preserve"> </w:t>
      </w:r>
      <w:r w:rsidR="008D4CA5" w:rsidRPr="00583E3E">
        <w:rPr>
          <w:sz w:val="28"/>
          <w:szCs w:val="28"/>
        </w:rPr>
        <w:t>стать</w:t>
      </w:r>
      <w:r w:rsidRPr="00583E3E">
        <w:rPr>
          <w:sz w:val="28"/>
          <w:szCs w:val="28"/>
        </w:rPr>
        <w:t>ей</w:t>
      </w:r>
      <w:r w:rsidR="008D4CA5" w:rsidRPr="00583E3E">
        <w:rPr>
          <w:sz w:val="28"/>
          <w:szCs w:val="28"/>
        </w:rPr>
        <w:t xml:space="preserve"> </w:t>
      </w:r>
      <w:r w:rsidR="00A1143D" w:rsidRPr="00583E3E">
        <w:rPr>
          <w:sz w:val="28"/>
          <w:szCs w:val="28"/>
        </w:rPr>
        <w:t>20 Устава</w:t>
      </w:r>
      <w:r w:rsidR="000D6C8D">
        <w:rPr>
          <w:sz w:val="28"/>
          <w:szCs w:val="28"/>
        </w:rPr>
        <w:t xml:space="preserve"> сельского поселения</w:t>
      </w:r>
      <w:r w:rsidR="00A1143D" w:rsidRPr="00583E3E">
        <w:rPr>
          <w:sz w:val="28"/>
          <w:szCs w:val="28"/>
        </w:rPr>
        <w:t xml:space="preserve"> </w:t>
      </w:r>
      <w:r w:rsidR="00E20AB3">
        <w:rPr>
          <w:sz w:val="28"/>
          <w:szCs w:val="28"/>
        </w:rPr>
        <w:t>Алексеевск</w:t>
      </w:r>
      <w:r w:rsidR="000D6C8D">
        <w:rPr>
          <w:sz w:val="28"/>
          <w:szCs w:val="28"/>
        </w:rPr>
        <w:t>ий</w:t>
      </w:r>
      <w:r w:rsidR="003413E1">
        <w:rPr>
          <w:sz w:val="28"/>
          <w:szCs w:val="28"/>
        </w:rPr>
        <w:t xml:space="preserve"> </w:t>
      </w:r>
      <w:r w:rsidR="00A1143D" w:rsidRPr="00583E3E">
        <w:rPr>
          <w:sz w:val="28"/>
          <w:szCs w:val="28"/>
        </w:rPr>
        <w:t xml:space="preserve">сельсовет </w:t>
      </w:r>
      <w:r w:rsidR="001F1219">
        <w:rPr>
          <w:sz w:val="28"/>
          <w:szCs w:val="28"/>
        </w:rPr>
        <w:t>Башмаковского</w:t>
      </w:r>
      <w:r w:rsidR="00A1143D" w:rsidRPr="00583E3E">
        <w:rPr>
          <w:sz w:val="28"/>
          <w:szCs w:val="28"/>
        </w:rPr>
        <w:t xml:space="preserve"> района Пензенской области,</w:t>
      </w:r>
      <w:r w:rsidR="004E7BA3" w:rsidRPr="00583E3E">
        <w:rPr>
          <w:sz w:val="28"/>
          <w:szCs w:val="28"/>
        </w:rPr>
        <w:t xml:space="preserve"> </w:t>
      </w:r>
    </w:p>
    <w:p w:rsidR="00A23995" w:rsidRPr="00583E3E" w:rsidRDefault="00A23995" w:rsidP="00A1143D">
      <w:pPr>
        <w:ind w:firstLine="709"/>
        <w:jc w:val="center"/>
        <w:rPr>
          <w:b/>
          <w:bCs/>
          <w:sz w:val="28"/>
          <w:szCs w:val="28"/>
        </w:rPr>
      </w:pPr>
    </w:p>
    <w:p w:rsidR="00A1143D" w:rsidRPr="00583E3E" w:rsidRDefault="00A1143D" w:rsidP="00A1143D">
      <w:pPr>
        <w:ind w:firstLine="709"/>
        <w:jc w:val="center"/>
        <w:rPr>
          <w:b/>
          <w:bCs/>
          <w:sz w:val="28"/>
          <w:szCs w:val="28"/>
        </w:rPr>
      </w:pPr>
      <w:r w:rsidRPr="00583E3E">
        <w:rPr>
          <w:b/>
          <w:bCs/>
          <w:sz w:val="28"/>
          <w:szCs w:val="28"/>
        </w:rPr>
        <w:t xml:space="preserve">Комитет местного самоуправления </w:t>
      </w:r>
      <w:r w:rsidR="00157FA2">
        <w:rPr>
          <w:b/>
          <w:bCs/>
          <w:sz w:val="28"/>
          <w:szCs w:val="28"/>
        </w:rPr>
        <w:t xml:space="preserve"> </w:t>
      </w:r>
      <w:r w:rsidR="00E20AB3">
        <w:rPr>
          <w:b/>
          <w:bCs/>
          <w:sz w:val="28"/>
          <w:szCs w:val="28"/>
        </w:rPr>
        <w:t>Алексеевского</w:t>
      </w:r>
      <w:r w:rsidR="003413E1">
        <w:rPr>
          <w:b/>
          <w:bCs/>
          <w:sz w:val="28"/>
          <w:szCs w:val="28"/>
        </w:rPr>
        <w:t xml:space="preserve"> </w:t>
      </w:r>
      <w:r w:rsidRPr="00583E3E">
        <w:rPr>
          <w:b/>
          <w:bCs/>
          <w:sz w:val="28"/>
          <w:szCs w:val="28"/>
        </w:rPr>
        <w:t xml:space="preserve"> сельсовета  </w:t>
      </w:r>
      <w:r w:rsidR="001F1219">
        <w:rPr>
          <w:b/>
          <w:bCs/>
          <w:sz w:val="28"/>
          <w:szCs w:val="28"/>
        </w:rPr>
        <w:t>Башмаковского</w:t>
      </w:r>
      <w:r w:rsidRPr="00583E3E">
        <w:rPr>
          <w:b/>
          <w:bCs/>
          <w:sz w:val="28"/>
          <w:szCs w:val="28"/>
        </w:rPr>
        <w:t xml:space="preserve"> района Пензенской области решил:</w:t>
      </w:r>
    </w:p>
    <w:p w:rsidR="00583E3E" w:rsidRDefault="00583E3E" w:rsidP="00583E3E">
      <w:pPr>
        <w:ind w:firstLine="851"/>
        <w:jc w:val="both"/>
        <w:rPr>
          <w:sz w:val="28"/>
          <w:szCs w:val="28"/>
        </w:rPr>
      </w:pPr>
    </w:p>
    <w:p w:rsidR="009A1C40" w:rsidRPr="00143BA4" w:rsidRDefault="009A1C40" w:rsidP="00950AE9">
      <w:pPr>
        <w:pStyle w:val="11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43BA4">
        <w:rPr>
          <w:sz w:val="28"/>
          <w:szCs w:val="28"/>
        </w:rPr>
        <w:t xml:space="preserve">Внести в </w:t>
      </w:r>
      <w:r w:rsidR="00950AE9" w:rsidRPr="00143BA4">
        <w:rPr>
          <w:sz w:val="28"/>
          <w:szCs w:val="28"/>
        </w:rPr>
        <w:t>Контракт с лицом, назначаемым на должность главы администрации Алексеевского сельсовета Башмаковского района Пензенской области</w:t>
      </w:r>
      <w:r w:rsidRPr="00143BA4">
        <w:rPr>
          <w:sz w:val="28"/>
          <w:szCs w:val="28"/>
        </w:rPr>
        <w:t>, утвержденн</w:t>
      </w:r>
      <w:r w:rsidR="00950AE9" w:rsidRPr="00143BA4">
        <w:rPr>
          <w:sz w:val="28"/>
          <w:szCs w:val="28"/>
        </w:rPr>
        <w:t>ый</w:t>
      </w:r>
      <w:r w:rsidRPr="00143BA4">
        <w:rPr>
          <w:sz w:val="28"/>
          <w:szCs w:val="28"/>
        </w:rPr>
        <w:t xml:space="preserve"> решением </w:t>
      </w:r>
      <w:r w:rsidR="00734F2A" w:rsidRPr="00143BA4">
        <w:rPr>
          <w:sz w:val="28"/>
          <w:szCs w:val="28"/>
        </w:rPr>
        <w:t xml:space="preserve">КМС </w:t>
      </w:r>
      <w:r w:rsidRPr="00143BA4">
        <w:rPr>
          <w:sz w:val="28"/>
          <w:szCs w:val="28"/>
        </w:rPr>
        <w:t xml:space="preserve">сельсовета от </w:t>
      </w:r>
      <w:r w:rsidR="00143BA4" w:rsidRPr="00143BA4">
        <w:rPr>
          <w:sz w:val="28"/>
          <w:szCs w:val="28"/>
        </w:rPr>
        <w:t>05.11.2019 № 25-3/1</w:t>
      </w:r>
      <w:r w:rsidRPr="00143BA4">
        <w:rPr>
          <w:sz w:val="28"/>
          <w:szCs w:val="28"/>
        </w:rPr>
        <w:t>, следующие изменения:</w:t>
      </w:r>
    </w:p>
    <w:p w:rsidR="00950AE9" w:rsidRDefault="00950AE9" w:rsidP="00950AE9">
      <w:pPr>
        <w:widowControl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пунктом </w:t>
      </w:r>
      <w:r w:rsidRPr="00FE6D34">
        <w:rPr>
          <w:sz w:val="28"/>
          <w:szCs w:val="28"/>
        </w:rPr>
        <w:t>3.4-2</w:t>
      </w:r>
      <w:r>
        <w:rPr>
          <w:sz w:val="28"/>
          <w:szCs w:val="28"/>
        </w:rPr>
        <w:t xml:space="preserve"> следующего содержания:</w:t>
      </w:r>
    </w:p>
    <w:p w:rsidR="009A1C40" w:rsidRPr="004B4C8D" w:rsidRDefault="00950AE9" w:rsidP="00950AE9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«3.4-2. Г</w:t>
      </w:r>
      <w:r w:rsidRPr="00FE6D34">
        <w:rPr>
          <w:sz w:val="28"/>
          <w:szCs w:val="28"/>
        </w:rPr>
        <w:t>лава администрации в целях исключения конфликта интересов не может представлять интересы муниципальных служащих в выборном профсоюзном органе администрации муниципального образования, аппарата избирательной комиссии муниципального образования в период замещения им должности</w:t>
      </w:r>
      <w:r>
        <w:rPr>
          <w:sz w:val="28"/>
          <w:szCs w:val="28"/>
        </w:rPr>
        <w:t>.».</w:t>
      </w:r>
    </w:p>
    <w:p w:rsidR="00A1143D" w:rsidRPr="00B570B6" w:rsidRDefault="00A1143D" w:rsidP="00E20AB3">
      <w:pPr>
        <w:ind w:firstLine="851"/>
        <w:jc w:val="both"/>
        <w:rPr>
          <w:bCs/>
          <w:sz w:val="28"/>
          <w:szCs w:val="28"/>
        </w:rPr>
      </w:pPr>
      <w:r w:rsidRPr="00B570B6">
        <w:rPr>
          <w:sz w:val="28"/>
          <w:szCs w:val="28"/>
        </w:rPr>
        <w:t>2. Настоящее решение опубликовать в информационном бюллетене «</w:t>
      </w:r>
      <w:r w:rsidR="000D6C8D">
        <w:rPr>
          <w:sz w:val="28"/>
          <w:szCs w:val="28"/>
        </w:rPr>
        <w:t>Сель</w:t>
      </w:r>
      <w:r w:rsidR="00E20AB3">
        <w:rPr>
          <w:sz w:val="28"/>
          <w:szCs w:val="28"/>
        </w:rPr>
        <w:t>ские вести</w:t>
      </w:r>
      <w:r w:rsidR="003413E1">
        <w:rPr>
          <w:sz w:val="28"/>
          <w:szCs w:val="28"/>
        </w:rPr>
        <w:t>»</w:t>
      </w:r>
      <w:r w:rsidRPr="00B570B6">
        <w:rPr>
          <w:sz w:val="28"/>
          <w:szCs w:val="28"/>
        </w:rPr>
        <w:t>.</w:t>
      </w:r>
    </w:p>
    <w:p w:rsidR="00BA75F2" w:rsidRPr="00BA75F2" w:rsidRDefault="00731A5C" w:rsidP="00E20AB3">
      <w:pPr>
        <w:pStyle w:val="af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A75F2">
        <w:rPr>
          <w:rFonts w:ascii="Times New Roman" w:hAnsi="Times New Roman"/>
          <w:sz w:val="28"/>
          <w:szCs w:val="28"/>
        </w:rPr>
        <w:t xml:space="preserve">3. </w:t>
      </w:r>
      <w:r w:rsidR="00BA75F2" w:rsidRPr="00BA75F2">
        <w:rPr>
          <w:rFonts w:ascii="Times New Roman" w:hAnsi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</w:t>
      </w:r>
      <w:r w:rsidR="00BA75F2">
        <w:rPr>
          <w:rFonts w:ascii="Times New Roman" w:hAnsi="Times New Roman"/>
          <w:sz w:val="28"/>
          <w:szCs w:val="28"/>
        </w:rPr>
        <w:t>.</w:t>
      </w:r>
    </w:p>
    <w:p w:rsidR="00A1143D" w:rsidRPr="00B74208" w:rsidRDefault="00BA75F2" w:rsidP="00BA75F2">
      <w:pPr>
        <w:pStyle w:val="af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1143D" w:rsidRPr="00BA75F2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главу </w:t>
      </w:r>
      <w:r w:rsidR="00E20AB3">
        <w:rPr>
          <w:rFonts w:ascii="Times New Roman" w:hAnsi="Times New Roman"/>
          <w:sz w:val="28"/>
          <w:szCs w:val="28"/>
        </w:rPr>
        <w:t>Алексеевского</w:t>
      </w:r>
      <w:r w:rsidR="00A1143D" w:rsidRPr="00B74208">
        <w:rPr>
          <w:rFonts w:ascii="Times New Roman" w:hAnsi="Times New Roman"/>
          <w:sz w:val="28"/>
          <w:szCs w:val="28"/>
        </w:rPr>
        <w:t xml:space="preserve"> сельсовета </w:t>
      </w:r>
      <w:r w:rsidR="000D6C8D">
        <w:rPr>
          <w:rFonts w:ascii="Times New Roman" w:hAnsi="Times New Roman"/>
          <w:sz w:val="28"/>
          <w:szCs w:val="28"/>
        </w:rPr>
        <w:t xml:space="preserve"> Синицина И. В.</w:t>
      </w:r>
    </w:p>
    <w:p w:rsidR="00B570B6" w:rsidRPr="00583E3E" w:rsidRDefault="00B570B6" w:rsidP="0066778D">
      <w:pPr>
        <w:ind w:firstLine="709"/>
        <w:jc w:val="both"/>
        <w:rPr>
          <w:sz w:val="28"/>
          <w:szCs w:val="28"/>
        </w:rPr>
      </w:pPr>
    </w:p>
    <w:p w:rsidR="000D6C8D" w:rsidRDefault="00A1143D" w:rsidP="00B74208">
      <w:pPr>
        <w:jc w:val="both"/>
        <w:rPr>
          <w:sz w:val="28"/>
          <w:szCs w:val="28"/>
        </w:rPr>
      </w:pPr>
      <w:r w:rsidRPr="00583E3E">
        <w:rPr>
          <w:sz w:val="28"/>
          <w:szCs w:val="28"/>
        </w:rPr>
        <w:t xml:space="preserve">Глава </w:t>
      </w:r>
      <w:r w:rsidR="00E20AB3">
        <w:rPr>
          <w:sz w:val="28"/>
          <w:szCs w:val="28"/>
        </w:rPr>
        <w:t>Алексеевского</w:t>
      </w:r>
      <w:r w:rsidRPr="00583E3E">
        <w:rPr>
          <w:sz w:val="28"/>
          <w:szCs w:val="28"/>
        </w:rPr>
        <w:t xml:space="preserve"> сельсовета</w:t>
      </w:r>
      <w:r w:rsidRPr="00583E3E">
        <w:rPr>
          <w:sz w:val="28"/>
          <w:szCs w:val="28"/>
        </w:rPr>
        <w:tab/>
      </w:r>
      <w:r w:rsidR="000D6C8D">
        <w:rPr>
          <w:sz w:val="28"/>
          <w:szCs w:val="28"/>
        </w:rPr>
        <w:t xml:space="preserve">                                  И. В. Синицин</w:t>
      </w:r>
    </w:p>
    <w:p w:rsidR="00BC5166" w:rsidRPr="00583E3E" w:rsidRDefault="000D6C8D" w:rsidP="00B74208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</w:t>
      </w:r>
      <w:r w:rsidR="00A1143D" w:rsidRPr="00583E3E">
        <w:rPr>
          <w:sz w:val="28"/>
          <w:szCs w:val="28"/>
        </w:rPr>
        <w:tab/>
      </w:r>
      <w:r w:rsidR="00B74208">
        <w:rPr>
          <w:sz w:val="28"/>
          <w:szCs w:val="28"/>
        </w:rPr>
        <w:t xml:space="preserve">                           </w:t>
      </w:r>
      <w:r w:rsidR="00A1143D" w:rsidRPr="00583E3E">
        <w:rPr>
          <w:sz w:val="28"/>
          <w:szCs w:val="28"/>
        </w:rPr>
        <w:tab/>
      </w:r>
    </w:p>
    <w:p w:rsidR="007F16AC" w:rsidRDefault="007F16AC" w:rsidP="0066778D">
      <w:pPr>
        <w:ind w:firstLine="709"/>
        <w:jc w:val="both"/>
        <w:rPr>
          <w:sz w:val="28"/>
          <w:szCs w:val="28"/>
        </w:rPr>
      </w:pPr>
    </w:p>
    <w:p w:rsidR="00E26EDE" w:rsidRDefault="00E26EDE" w:rsidP="00E26EDE">
      <w:pPr>
        <w:jc w:val="center"/>
        <w:rPr>
          <w:b/>
          <w:sz w:val="24"/>
          <w:szCs w:val="24"/>
        </w:rPr>
      </w:pPr>
    </w:p>
    <w:p w:rsidR="003413E1" w:rsidRDefault="003413E1" w:rsidP="00E26EDE">
      <w:pPr>
        <w:jc w:val="center"/>
        <w:rPr>
          <w:b/>
          <w:sz w:val="24"/>
          <w:szCs w:val="24"/>
        </w:rPr>
      </w:pPr>
    </w:p>
    <w:p w:rsidR="003413E1" w:rsidRDefault="003413E1" w:rsidP="0062635E">
      <w:pPr>
        <w:rPr>
          <w:b/>
          <w:sz w:val="24"/>
          <w:szCs w:val="24"/>
        </w:rPr>
      </w:pPr>
    </w:p>
    <w:sectPr w:rsidR="003413E1" w:rsidSect="000D6C8D">
      <w:endnotePr>
        <w:numFmt w:val="decimal"/>
      </w:endnotePr>
      <w:pgSz w:w="11907" w:h="16840"/>
      <w:pgMar w:top="709" w:right="708" w:bottom="709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FF7" w:rsidRDefault="009E1FF7">
      <w:r>
        <w:separator/>
      </w:r>
    </w:p>
  </w:endnote>
  <w:endnote w:type="continuationSeparator" w:id="0">
    <w:p w:rsidR="009E1FF7" w:rsidRDefault="009E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FF7" w:rsidRDefault="009E1FF7">
      <w:r>
        <w:separator/>
      </w:r>
    </w:p>
  </w:footnote>
  <w:footnote w:type="continuationSeparator" w:id="0">
    <w:p w:rsidR="009E1FF7" w:rsidRDefault="009E1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D6C67"/>
    <w:multiLevelType w:val="multilevel"/>
    <w:tmpl w:val="D3B6A1D6"/>
    <w:lvl w:ilvl="0">
      <w:start w:val="1"/>
      <w:numFmt w:val="decimal"/>
      <w:lvlText w:val="%1."/>
      <w:lvlJc w:val="left"/>
      <w:pPr>
        <w:ind w:left="1753" w:hanging="11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0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1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6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20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49EA"/>
    <w:rsid w:val="00016949"/>
    <w:rsid w:val="0002115C"/>
    <w:rsid w:val="000221CE"/>
    <w:rsid w:val="0002453C"/>
    <w:rsid w:val="00041E58"/>
    <w:rsid w:val="000524BA"/>
    <w:rsid w:val="00052D0E"/>
    <w:rsid w:val="00054B65"/>
    <w:rsid w:val="000552B7"/>
    <w:rsid w:val="00065207"/>
    <w:rsid w:val="00090919"/>
    <w:rsid w:val="00090D6C"/>
    <w:rsid w:val="00095027"/>
    <w:rsid w:val="000A2BC9"/>
    <w:rsid w:val="000A498D"/>
    <w:rsid w:val="000A738A"/>
    <w:rsid w:val="000B0523"/>
    <w:rsid w:val="000B1B24"/>
    <w:rsid w:val="000B64C0"/>
    <w:rsid w:val="000C1483"/>
    <w:rsid w:val="000C38D1"/>
    <w:rsid w:val="000D6C8D"/>
    <w:rsid w:val="000E312E"/>
    <w:rsid w:val="000E447C"/>
    <w:rsid w:val="000E7BB9"/>
    <w:rsid w:val="000F780C"/>
    <w:rsid w:val="00101C50"/>
    <w:rsid w:val="001046C9"/>
    <w:rsid w:val="00112BB2"/>
    <w:rsid w:val="001235A5"/>
    <w:rsid w:val="00132071"/>
    <w:rsid w:val="00143BA4"/>
    <w:rsid w:val="0015091C"/>
    <w:rsid w:val="00156D38"/>
    <w:rsid w:val="00156FBE"/>
    <w:rsid w:val="0015706B"/>
    <w:rsid w:val="00157FA2"/>
    <w:rsid w:val="00165F44"/>
    <w:rsid w:val="0017043F"/>
    <w:rsid w:val="0018162D"/>
    <w:rsid w:val="00187384"/>
    <w:rsid w:val="00190FC6"/>
    <w:rsid w:val="00192826"/>
    <w:rsid w:val="00195A87"/>
    <w:rsid w:val="0019795F"/>
    <w:rsid w:val="001A0CA9"/>
    <w:rsid w:val="001B6874"/>
    <w:rsid w:val="001C3D52"/>
    <w:rsid w:val="001C655C"/>
    <w:rsid w:val="001C7F9B"/>
    <w:rsid w:val="001D6D92"/>
    <w:rsid w:val="001E089F"/>
    <w:rsid w:val="001E1D36"/>
    <w:rsid w:val="001F1219"/>
    <w:rsid w:val="001F349F"/>
    <w:rsid w:val="001F4DE8"/>
    <w:rsid w:val="001F5BB7"/>
    <w:rsid w:val="001F72A2"/>
    <w:rsid w:val="001F7611"/>
    <w:rsid w:val="0020529B"/>
    <w:rsid w:val="002064B2"/>
    <w:rsid w:val="0021333A"/>
    <w:rsid w:val="00213786"/>
    <w:rsid w:val="00223C6F"/>
    <w:rsid w:val="0022611C"/>
    <w:rsid w:val="0023031C"/>
    <w:rsid w:val="0023129B"/>
    <w:rsid w:val="002432FA"/>
    <w:rsid w:val="002502D3"/>
    <w:rsid w:val="002542D3"/>
    <w:rsid w:val="00255605"/>
    <w:rsid w:val="00266F7E"/>
    <w:rsid w:val="002A527F"/>
    <w:rsid w:val="002B76DE"/>
    <w:rsid w:val="002C0E38"/>
    <w:rsid w:val="002C708E"/>
    <w:rsid w:val="002D46CF"/>
    <w:rsid w:val="002E78C9"/>
    <w:rsid w:val="003023F2"/>
    <w:rsid w:val="00306F64"/>
    <w:rsid w:val="003243E1"/>
    <w:rsid w:val="00324A63"/>
    <w:rsid w:val="00325C21"/>
    <w:rsid w:val="00326B93"/>
    <w:rsid w:val="003277B0"/>
    <w:rsid w:val="003302A9"/>
    <w:rsid w:val="003413E1"/>
    <w:rsid w:val="0034753F"/>
    <w:rsid w:val="00352993"/>
    <w:rsid w:val="003540DC"/>
    <w:rsid w:val="003570A4"/>
    <w:rsid w:val="00361E9A"/>
    <w:rsid w:val="00363889"/>
    <w:rsid w:val="00364147"/>
    <w:rsid w:val="00365031"/>
    <w:rsid w:val="00391164"/>
    <w:rsid w:val="003A6CBE"/>
    <w:rsid w:val="003C3549"/>
    <w:rsid w:val="003C3AA0"/>
    <w:rsid w:val="003C75FF"/>
    <w:rsid w:val="003D6815"/>
    <w:rsid w:val="003E45A7"/>
    <w:rsid w:val="003E6A14"/>
    <w:rsid w:val="003F4F79"/>
    <w:rsid w:val="0042042D"/>
    <w:rsid w:val="004276BD"/>
    <w:rsid w:val="00445E33"/>
    <w:rsid w:val="0044725C"/>
    <w:rsid w:val="004532C9"/>
    <w:rsid w:val="004553C2"/>
    <w:rsid w:val="00463968"/>
    <w:rsid w:val="004835CF"/>
    <w:rsid w:val="00485699"/>
    <w:rsid w:val="00486001"/>
    <w:rsid w:val="0048648A"/>
    <w:rsid w:val="004A09ED"/>
    <w:rsid w:val="004B6FD6"/>
    <w:rsid w:val="004B755B"/>
    <w:rsid w:val="004C726F"/>
    <w:rsid w:val="004D7E52"/>
    <w:rsid w:val="004E5825"/>
    <w:rsid w:val="004E7BA3"/>
    <w:rsid w:val="00501507"/>
    <w:rsid w:val="005178F3"/>
    <w:rsid w:val="005236E5"/>
    <w:rsid w:val="00524EAC"/>
    <w:rsid w:val="005250A5"/>
    <w:rsid w:val="005351F9"/>
    <w:rsid w:val="005367D3"/>
    <w:rsid w:val="005379FC"/>
    <w:rsid w:val="00542EB9"/>
    <w:rsid w:val="00553DE2"/>
    <w:rsid w:val="00556C77"/>
    <w:rsid w:val="0057035A"/>
    <w:rsid w:val="00581C7D"/>
    <w:rsid w:val="00583E3E"/>
    <w:rsid w:val="005936C7"/>
    <w:rsid w:val="00596DB5"/>
    <w:rsid w:val="00597716"/>
    <w:rsid w:val="005A1C29"/>
    <w:rsid w:val="005A70B6"/>
    <w:rsid w:val="005B4B28"/>
    <w:rsid w:val="005C1757"/>
    <w:rsid w:val="005D0017"/>
    <w:rsid w:val="005D3C52"/>
    <w:rsid w:val="005D42F2"/>
    <w:rsid w:val="005F07B8"/>
    <w:rsid w:val="005F56AD"/>
    <w:rsid w:val="006040A6"/>
    <w:rsid w:val="00604FB8"/>
    <w:rsid w:val="00612184"/>
    <w:rsid w:val="0061465E"/>
    <w:rsid w:val="00616EDB"/>
    <w:rsid w:val="0062635E"/>
    <w:rsid w:val="00635216"/>
    <w:rsid w:val="00641150"/>
    <w:rsid w:val="006429EF"/>
    <w:rsid w:val="006437BB"/>
    <w:rsid w:val="00650A2D"/>
    <w:rsid w:val="0065354C"/>
    <w:rsid w:val="0066090A"/>
    <w:rsid w:val="0066778D"/>
    <w:rsid w:val="00680B0D"/>
    <w:rsid w:val="006860E4"/>
    <w:rsid w:val="006918D1"/>
    <w:rsid w:val="00693F60"/>
    <w:rsid w:val="006A07B1"/>
    <w:rsid w:val="006B126B"/>
    <w:rsid w:val="006B7D71"/>
    <w:rsid w:val="006C60D9"/>
    <w:rsid w:val="006E5796"/>
    <w:rsid w:val="006E7AA5"/>
    <w:rsid w:val="00707C20"/>
    <w:rsid w:val="00713394"/>
    <w:rsid w:val="00720BBC"/>
    <w:rsid w:val="00731A5C"/>
    <w:rsid w:val="00734F2A"/>
    <w:rsid w:val="00755242"/>
    <w:rsid w:val="00756738"/>
    <w:rsid w:val="00763DFD"/>
    <w:rsid w:val="00772C39"/>
    <w:rsid w:val="00784C15"/>
    <w:rsid w:val="007A18D0"/>
    <w:rsid w:val="007C0D26"/>
    <w:rsid w:val="007F121C"/>
    <w:rsid w:val="007F16AC"/>
    <w:rsid w:val="007F26CB"/>
    <w:rsid w:val="007F2B66"/>
    <w:rsid w:val="007F4747"/>
    <w:rsid w:val="00807D33"/>
    <w:rsid w:val="008103D9"/>
    <w:rsid w:val="00813202"/>
    <w:rsid w:val="00814626"/>
    <w:rsid w:val="00815E34"/>
    <w:rsid w:val="00817E2D"/>
    <w:rsid w:val="008267B7"/>
    <w:rsid w:val="008302BD"/>
    <w:rsid w:val="00834D3B"/>
    <w:rsid w:val="00841C24"/>
    <w:rsid w:val="00841ECC"/>
    <w:rsid w:val="008543D5"/>
    <w:rsid w:val="008564A6"/>
    <w:rsid w:val="00863DBD"/>
    <w:rsid w:val="008655D7"/>
    <w:rsid w:val="0086703E"/>
    <w:rsid w:val="008703C3"/>
    <w:rsid w:val="00872DF3"/>
    <w:rsid w:val="008778D7"/>
    <w:rsid w:val="00877D33"/>
    <w:rsid w:val="00883068"/>
    <w:rsid w:val="008A2727"/>
    <w:rsid w:val="008A5621"/>
    <w:rsid w:val="008B36B6"/>
    <w:rsid w:val="008B49D8"/>
    <w:rsid w:val="008C52CA"/>
    <w:rsid w:val="008C5372"/>
    <w:rsid w:val="008C67F0"/>
    <w:rsid w:val="008D4CA5"/>
    <w:rsid w:val="008F1995"/>
    <w:rsid w:val="008F57B1"/>
    <w:rsid w:val="00907734"/>
    <w:rsid w:val="0091411C"/>
    <w:rsid w:val="00921852"/>
    <w:rsid w:val="00921889"/>
    <w:rsid w:val="00930165"/>
    <w:rsid w:val="00950AE9"/>
    <w:rsid w:val="009513EC"/>
    <w:rsid w:val="009650FF"/>
    <w:rsid w:val="0096578A"/>
    <w:rsid w:val="009703A5"/>
    <w:rsid w:val="00977952"/>
    <w:rsid w:val="009809DF"/>
    <w:rsid w:val="00980DA0"/>
    <w:rsid w:val="00990CF0"/>
    <w:rsid w:val="00991932"/>
    <w:rsid w:val="009A1C40"/>
    <w:rsid w:val="009B32CE"/>
    <w:rsid w:val="009C0137"/>
    <w:rsid w:val="009D1E68"/>
    <w:rsid w:val="009D6E79"/>
    <w:rsid w:val="009E1FF7"/>
    <w:rsid w:val="009E650C"/>
    <w:rsid w:val="009F2FCC"/>
    <w:rsid w:val="00A00CB5"/>
    <w:rsid w:val="00A1143D"/>
    <w:rsid w:val="00A13BB1"/>
    <w:rsid w:val="00A207B6"/>
    <w:rsid w:val="00A23995"/>
    <w:rsid w:val="00A33DB0"/>
    <w:rsid w:val="00A40DAB"/>
    <w:rsid w:val="00A500DE"/>
    <w:rsid w:val="00A51C34"/>
    <w:rsid w:val="00A54918"/>
    <w:rsid w:val="00A564B6"/>
    <w:rsid w:val="00A5730B"/>
    <w:rsid w:val="00A60FF5"/>
    <w:rsid w:val="00A731DB"/>
    <w:rsid w:val="00A74620"/>
    <w:rsid w:val="00A75412"/>
    <w:rsid w:val="00A9397B"/>
    <w:rsid w:val="00AA1CD8"/>
    <w:rsid w:val="00AB0232"/>
    <w:rsid w:val="00AB753A"/>
    <w:rsid w:val="00AC1D96"/>
    <w:rsid w:val="00AD310F"/>
    <w:rsid w:val="00AD395A"/>
    <w:rsid w:val="00AD4C29"/>
    <w:rsid w:val="00AE0CB3"/>
    <w:rsid w:val="00AE49EA"/>
    <w:rsid w:val="00AE5FA9"/>
    <w:rsid w:val="00AE74EB"/>
    <w:rsid w:val="00B102AA"/>
    <w:rsid w:val="00B265E9"/>
    <w:rsid w:val="00B26789"/>
    <w:rsid w:val="00B27F13"/>
    <w:rsid w:val="00B27F99"/>
    <w:rsid w:val="00B30DE0"/>
    <w:rsid w:val="00B34177"/>
    <w:rsid w:val="00B44140"/>
    <w:rsid w:val="00B45B4D"/>
    <w:rsid w:val="00B45F9C"/>
    <w:rsid w:val="00B463A6"/>
    <w:rsid w:val="00B5152F"/>
    <w:rsid w:val="00B51F67"/>
    <w:rsid w:val="00B55C94"/>
    <w:rsid w:val="00B56631"/>
    <w:rsid w:val="00B570B6"/>
    <w:rsid w:val="00B60673"/>
    <w:rsid w:val="00B62853"/>
    <w:rsid w:val="00B62BC6"/>
    <w:rsid w:val="00B73D2F"/>
    <w:rsid w:val="00B74208"/>
    <w:rsid w:val="00B759D7"/>
    <w:rsid w:val="00B83CAB"/>
    <w:rsid w:val="00B95B12"/>
    <w:rsid w:val="00B978A1"/>
    <w:rsid w:val="00BA2224"/>
    <w:rsid w:val="00BA75F2"/>
    <w:rsid w:val="00BB129A"/>
    <w:rsid w:val="00BB460B"/>
    <w:rsid w:val="00BC2A30"/>
    <w:rsid w:val="00BC5166"/>
    <w:rsid w:val="00BD1647"/>
    <w:rsid w:val="00BE04ED"/>
    <w:rsid w:val="00BE1FC1"/>
    <w:rsid w:val="00BE643B"/>
    <w:rsid w:val="00BF591E"/>
    <w:rsid w:val="00BF7FE4"/>
    <w:rsid w:val="00C00453"/>
    <w:rsid w:val="00C07AD4"/>
    <w:rsid w:val="00C1245E"/>
    <w:rsid w:val="00C20E9B"/>
    <w:rsid w:val="00C21AA2"/>
    <w:rsid w:val="00C30EFD"/>
    <w:rsid w:val="00C42357"/>
    <w:rsid w:val="00C5108C"/>
    <w:rsid w:val="00C52723"/>
    <w:rsid w:val="00C53556"/>
    <w:rsid w:val="00C605E2"/>
    <w:rsid w:val="00CA0429"/>
    <w:rsid w:val="00CC3636"/>
    <w:rsid w:val="00CC3D7D"/>
    <w:rsid w:val="00CE1C01"/>
    <w:rsid w:val="00D1095C"/>
    <w:rsid w:val="00D112B7"/>
    <w:rsid w:val="00D247B8"/>
    <w:rsid w:val="00D3348C"/>
    <w:rsid w:val="00D33A79"/>
    <w:rsid w:val="00D40A7F"/>
    <w:rsid w:val="00D42404"/>
    <w:rsid w:val="00D46BC5"/>
    <w:rsid w:val="00D62F79"/>
    <w:rsid w:val="00D6465E"/>
    <w:rsid w:val="00D76688"/>
    <w:rsid w:val="00D8426B"/>
    <w:rsid w:val="00D9055B"/>
    <w:rsid w:val="00DA21ED"/>
    <w:rsid w:val="00DA703E"/>
    <w:rsid w:val="00DB1C92"/>
    <w:rsid w:val="00DC118F"/>
    <w:rsid w:val="00DC2E72"/>
    <w:rsid w:val="00DC3BC8"/>
    <w:rsid w:val="00DC50AA"/>
    <w:rsid w:val="00DE1A96"/>
    <w:rsid w:val="00DE52F7"/>
    <w:rsid w:val="00DF785C"/>
    <w:rsid w:val="00DF7BD6"/>
    <w:rsid w:val="00E00990"/>
    <w:rsid w:val="00E03A55"/>
    <w:rsid w:val="00E0654D"/>
    <w:rsid w:val="00E117E3"/>
    <w:rsid w:val="00E20AB3"/>
    <w:rsid w:val="00E26EDE"/>
    <w:rsid w:val="00E554AC"/>
    <w:rsid w:val="00E65139"/>
    <w:rsid w:val="00E74939"/>
    <w:rsid w:val="00E74C7F"/>
    <w:rsid w:val="00E75014"/>
    <w:rsid w:val="00E82018"/>
    <w:rsid w:val="00E86E99"/>
    <w:rsid w:val="00EB4429"/>
    <w:rsid w:val="00EB7D45"/>
    <w:rsid w:val="00EC1010"/>
    <w:rsid w:val="00EC4807"/>
    <w:rsid w:val="00ED5E5C"/>
    <w:rsid w:val="00EE3DFC"/>
    <w:rsid w:val="00EF0B6A"/>
    <w:rsid w:val="00EF5E1C"/>
    <w:rsid w:val="00EF7165"/>
    <w:rsid w:val="00F038B2"/>
    <w:rsid w:val="00F12805"/>
    <w:rsid w:val="00F3450B"/>
    <w:rsid w:val="00F41727"/>
    <w:rsid w:val="00F74212"/>
    <w:rsid w:val="00F75A29"/>
    <w:rsid w:val="00F82E52"/>
    <w:rsid w:val="00F9383F"/>
    <w:rsid w:val="00F95C77"/>
    <w:rsid w:val="00F971C8"/>
    <w:rsid w:val="00FA4FC5"/>
    <w:rsid w:val="00FA7B89"/>
    <w:rsid w:val="00FC14A5"/>
    <w:rsid w:val="00FC5477"/>
    <w:rsid w:val="00FC749C"/>
    <w:rsid w:val="00FE42E3"/>
    <w:rsid w:val="00FF5B46"/>
    <w:rsid w:val="00FF5FB9"/>
    <w:rsid w:val="00FF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03F57"/>
  <w15:chartTrackingRefBased/>
  <w15:docId w15:val="{DA02D55E-769B-4BEE-9ED0-7A3D805E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61218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12184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caption"/>
    <w:basedOn w:val="a"/>
    <w:next w:val="a"/>
    <w:qFormat/>
    <w:pPr>
      <w:widowControl/>
      <w:jc w:val="center"/>
    </w:pPr>
    <w:rPr>
      <w:b/>
      <w:sz w:val="40"/>
    </w:rPr>
  </w:style>
  <w:style w:type="table" w:styleId="a6">
    <w:name w:val="Table Grid"/>
    <w:basedOn w:val="a1"/>
    <w:rsid w:val="009703A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921852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612184"/>
    <w:pPr>
      <w:widowControl/>
      <w:spacing w:after="120"/>
    </w:pPr>
    <w:rPr>
      <w:sz w:val="24"/>
      <w:szCs w:val="24"/>
    </w:rPr>
  </w:style>
  <w:style w:type="paragraph" w:customStyle="1" w:styleId="10">
    <w:name w:val="Стиль1"/>
    <w:basedOn w:val="a"/>
    <w:rsid w:val="00612184"/>
    <w:pPr>
      <w:widowControl/>
      <w:tabs>
        <w:tab w:val="num" w:pos="360"/>
      </w:tabs>
      <w:autoSpaceDE w:val="0"/>
      <w:autoSpaceDN w:val="0"/>
      <w:adjustRightInd w:val="0"/>
      <w:spacing w:before="120"/>
      <w:ind w:left="-567" w:firstLine="567"/>
      <w:jc w:val="both"/>
      <w:outlineLvl w:val="5"/>
    </w:pPr>
    <w:rPr>
      <w:rFonts w:cs="Arial"/>
      <w:sz w:val="24"/>
      <w:szCs w:val="18"/>
    </w:rPr>
  </w:style>
  <w:style w:type="paragraph" w:customStyle="1" w:styleId="20">
    <w:name w:val="Стиль2"/>
    <w:basedOn w:val="10"/>
    <w:rsid w:val="00612184"/>
    <w:pPr>
      <w:spacing w:before="60"/>
      <w:ind w:left="1337" w:firstLine="283"/>
      <w:outlineLvl w:val="6"/>
    </w:pPr>
  </w:style>
  <w:style w:type="paragraph" w:customStyle="1" w:styleId="40">
    <w:name w:val="Стиль4"/>
    <w:basedOn w:val="a"/>
    <w:rsid w:val="00612184"/>
    <w:pPr>
      <w:widowControl/>
      <w:ind w:left="567" w:firstLine="284"/>
      <w:jc w:val="both"/>
    </w:pPr>
    <w:rPr>
      <w:sz w:val="24"/>
    </w:rPr>
  </w:style>
  <w:style w:type="paragraph" w:customStyle="1" w:styleId="ConsPlusNormal">
    <w:name w:val="ConsPlusNormal"/>
    <w:rsid w:val="006121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rsid w:val="00612184"/>
    <w:rPr>
      <w:color w:val="0000FF"/>
      <w:u w:val="single"/>
    </w:rPr>
  </w:style>
  <w:style w:type="paragraph" w:styleId="aa">
    <w:name w:val="Normal (Web)"/>
    <w:basedOn w:val="a"/>
    <w:rsid w:val="00B27F9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8703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customStyle="1" w:styleId="ab">
    <w:name w:val="Название Знак"/>
    <w:link w:val="ac"/>
    <w:locked/>
    <w:rsid w:val="00635216"/>
    <w:rPr>
      <w:sz w:val="28"/>
      <w:lang w:val="ru-RU" w:eastAsia="ru-RU" w:bidi="ar-SA"/>
    </w:rPr>
  </w:style>
  <w:style w:type="paragraph" w:customStyle="1" w:styleId="ac">
    <w:name w:val="Название"/>
    <w:basedOn w:val="a"/>
    <w:link w:val="ab"/>
    <w:qFormat/>
    <w:rsid w:val="00635216"/>
    <w:pPr>
      <w:widowControl/>
      <w:jc w:val="center"/>
    </w:pPr>
    <w:rPr>
      <w:sz w:val="28"/>
    </w:rPr>
  </w:style>
  <w:style w:type="paragraph" w:styleId="ad">
    <w:name w:val="Body Text Indent"/>
    <w:basedOn w:val="a"/>
    <w:link w:val="ae"/>
    <w:rsid w:val="005D3C5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5D3C52"/>
  </w:style>
  <w:style w:type="paragraph" w:styleId="af">
    <w:name w:val="List Paragraph"/>
    <w:basedOn w:val="a"/>
    <w:uiPriority w:val="34"/>
    <w:qFormat/>
    <w:rsid w:val="001E1D36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815E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1465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аголовок1"/>
    <w:basedOn w:val="a"/>
    <w:rsid w:val="009A1C40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kimova\Application%20Data\Microsoft\&#1064;&#1072;&#1073;&#1083;&#1086;&#1085;&#1099;\&#1043;&#1077;&#1088;&#1073;&#1086;&#1074;&#1099;&#1077;%20&#1073;&#1083;&#1072;&#1085;&#1082;&#1080;\&#1056;&#1040;&#1057;&#1055;&#1054;&#1056;&#1071;&#1046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</Template>
  <TotalTime>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akimova</dc:creator>
  <cp:keywords/>
  <cp:lastModifiedBy>Admin</cp:lastModifiedBy>
  <cp:revision>3</cp:revision>
  <cp:lastPrinted>2020-08-18T12:59:00Z</cp:lastPrinted>
  <dcterms:created xsi:type="dcterms:W3CDTF">2021-03-24T04:54:00Z</dcterms:created>
  <dcterms:modified xsi:type="dcterms:W3CDTF">2021-04-02T07:13:00Z</dcterms:modified>
</cp:coreProperties>
</file>